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3A73CE">
        <w:rPr>
          <w:rFonts w:ascii="Corbel" w:hAnsi="Corbel"/>
          <w:i/>
          <w:smallCaps/>
          <w:sz w:val="24"/>
          <w:szCs w:val="24"/>
        </w:rPr>
        <w:t>202</w:t>
      </w:r>
      <w:r w:rsidR="00E32951">
        <w:rPr>
          <w:rFonts w:ascii="Corbel" w:hAnsi="Corbel"/>
          <w:i/>
          <w:smallCaps/>
          <w:sz w:val="24"/>
          <w:szCs w:val="24"/>
        </w:rPr>
        <w:t>1</w:t>
      </w:r>
      <w:r w:rsidR="003A73CE">
        <w:rPr>
          <w:rFonts w:ascii="Corbel" w:hAnsi="Corbel"/>
          <w:i/>
          <w:smallCaps/>
          <w:sz w:val="24"/>
          <w:szCs w:val="24"/>
        </w:rPr>
        <w:t>-202</w:t>
      </w:r>
      <w:r w:rsidR="00E32951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3A73CE">
        <w:rPr>
          <w:rFonts w:ascii="Corbel" w:hAnsi="Corbel"/>
          <w:sz w:val="20"/>
          <w:szCs w:val="20"/>
        </w:rPr>
        <w:t>202</w:t>
      </w:r>
      <w:r w:rsidR="00E32951">
        <w:rPr>
          <w:rFonts w:ascii="Corbel" w:hAnsi="Corbel"/>
          <w:sz w:val="20"/>
          <w:szCs w:val="20"/>
        </w:rPr>
        <w:t>1</w:t>
      </w:r>
      <w:r w:rsidR="003A73CE">
        <w:rPr>
          <w:rFonts w:ascii="Corbel" w:hAnsi="Corbel"/>
          <w:sz w:val="20"/>
          <w:szCs w:val="20"/>
        </w:rPr>
        <w:t>/202</w:t>
      </w:r>
      <w:r w:rsidR="00E3295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905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905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16E2" w:rsidRDefault="002516E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16E2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EA521B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920833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5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00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D11055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27D">
        <w:rPr>
          <w:rFonts w:ascii="Corbel" w:hAnsi="Corbel"/>
          <w:sz w:val="24"/>
          <w:szCs w:val="24"/>
        </w:rPr>
        <w:t>Problematyka ćwiczeń audytoryjnych</w:t>
      </w:r>
    </w:p>
    <w:p w:rsidR="00AA027D" w:rsidRPr="00AA027D" w:rsidRDefault="00AA027D" w:rsidP="00AA027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52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:rsidR="00C61DC5" w:rsidRPr="009C54AE" w:rsidRDefault="007E3BA2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EA521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Vademecum logopedyczne, Poznań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Wprowadzenie do logopedii, Kraków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(red.) Biomedyczne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 w:rsidR="00CE0BC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Nowak J., Wybrane problemy logopedyczne, Warszawa 1993.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Sachajska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Uczymy poprawnej wymowy, Warszawa 1992.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  <w:p w:rsidR="00B27B87" w:rsidRPr="00B27B87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Styczek I., Logopedia, Warszawa 1979.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CE0BC8" w:rsidRPr="007E3BA2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-Czerniak K. Logopedia. Jak usprawniać mowę dziecka, Warszawa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2004.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Kaczmarek L., Nasze dziecko uczy się mówić, Lublin 1982.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Wczesne rozpoznawanie i leczenie zaburzeń mowy, Lublin 1991.</w:t>
            </w:r>
          </w:p>
          <w:p w:rsidR="004603C9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48" w:rsidRDefault="00803F48" w:rsidP="00C16ABF">
      <w:pPr>
        <w:spacing w:after="0" w:line="240" w:lineRule="auto"/>
      </w:pPr>
      <w:r>
        <w:separator/>
      </w:r>
    </w:p>
  </w:endnote>
  <w:endnote w:type="continuationSeparator" w:id="0">
    <w:p w:rsidR="00803F48" w:rsidRDefault="00803F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48" w:rsidRDefault="00803F48" w:rsidP="00C16ABF">
      <w:pPr>
        <w:spacing w:after="0" w:line="240" w:lineRule="auto"/>
      </w:pPr>
      <w:r>
        <w:separator/>
      </w:r>
    </w:p>
  </w:footnote>
  <w:footnote w:type="continuationSeparator" w:id="0">
    <w:p w:rsidR="00803F48" w:rsidRDefault="00803F4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80A"/>
    <w:rsid w:val="00116D1F"/>
    <w:rsid w:val="00124BFF"/>
    <w:rsid w:val="0012560E"/>
    <w:rsid w:val="00127108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16E2"/>
    <w:rsid w:val="00252877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3CE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30B9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77885"/>
    <w:rsid w:val="00693219"/>
    <w:rsid w:val="00696477"/>
    <w:rsid w:val="006B47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3BA2"/>
    <w:rsid w:val="007F1652"/>
    <w:rsid w:val="007F3C5C"/>
    <w:rsid w:val="007F4155"/>
    <w:rsid w:val="00803F48"/>
    <w:rsid w:val="0081554D"/>
    <w:rsid w:val="0081707E"/>
    <w:rsid w:val="008449B3"/>
    <w:rsid w:val="0085747A"/>
    <w:rsid w:val="008734B6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D6"/>
    <w:rsid w:val="0090592B"/>
    <w:rsid w:val="0091259D"/>
    <w:rsid w:val="00915AB1"/>
    <w:rsid w:val="00916188"/>
    <w:rsid w:val="00920833"/>
    <w:rsid w:val="00923D7D"/>
    <w:rsid w:val="009508DF"/>
    <w:rsid w:val="00950DAC"/>
    <w:rsid w:val="0095176F"/>
    <w:rsid w:val="00954A07"/>
    <w:rsid w:val="00990D1B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245B"/>
    <w:rsid w:val="00A259E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7D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E6897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ED"/>
    <w:rsid w:val="00D02B25"/>
    <w:rsid w:val="00D02EBA"/>
    <w:rsid w:val="00D11055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951"/>
    <w:rsid w:val="00E35F12"/>
    <w:rsid w:val="00E51E44"/>
    <w:rsid w:val="00E63348"/>
    <w:rsid w:val="00E77E88"/>
    <w:rsid w:val="00E8107D"/>
    <w:rsid w:val="00E85A3A"/>
    <w:rsid w:val="00E960BB"/>
    <w:rsid w:val="00EA2074"/>
    <w:rsid w:val="00EA4832"/>
    <w:rsid w:val="00EA4E9D"/>
    <w:rsid w:val="00EA521B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34BF2"/>
    <w:rsid w:val="00F40BAC"/>
    <w:rsid w:val="00F526AF"/>
    <w:rsid w:val="00F55B6C"/>
    <w:rsid w:val="00F617C3"/>
    <w:rsid w:val="00F7066B"/>
    <w:rsid w:val="00F71A80"/>
    <w:rsid w:val="00F71AB5"/>
    <w:rsid w:val="00F83B28"/>
    <w:rsid w:val="00FA46E5"/>
    <w:rsid w:val="00FB7DBA"/>
    <w:rsid w:val="00FC1C25"/>
    <w:rsid w:val="00FC2617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AB0C2-8FE8-45BA-AE37-55F86185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1092</Words>
  <Characters>6554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2020-10-14T11:34:00Z</cp:lastPrinted>
  <dcterms:created xsi:type="dcterms:W3CDTF">2019-11-12T14:36:00Z</dcterms:created>
  <dcterms:modified xsi:type="dcterms:W3CDTF">2021-09-24T11:04:00Z</dcterms:modified>
</cp:coreProperties>
</file>